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10" w:rsidRDefault="00FD5510" w:rsidP="008059E5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Сводный  протокол</w:t>
      </w:r>
    </w:p>
    <w:p w:rsidR="00FD5510" w:rsidRPr="00F559F6" w:rsidRDefault="00FD5510" w:rsidP="002739DF">
      <w:pPr>
        <w:jc w:val="center"/>
        <w:rPr>
          <w:b/>
          <w:bCs/>
          <w:sz w:val="40"/>
          <w:szCs w:val="40"/>
        </w:rPr>
      </w:pPr>
      <w:r>
        <w:rPr>
          <w:sz w:val="40"/>
          <w:szCs w:val="40"/>
        </w:rPr>
        <w:t>президентских состязаний</w:t>
      </w:r>
      <w:r w:rsidRPr="001B38E0">
        <w:rPr>
          <w:sz w:val="40"/>
          <w:szCs w:val="40"/>
        </w:rPr>
        <w:t xml:space="preserve"> </w:t>
      </w:r>
      <w:r>
        <w:rPr>
          <w:sz w:val="40"/>
          <w:szCs w:val="40"/>
        </w:rPr>
        <w:t>учащихся филиала МБОУ лицей с. Долгоруково в                п. Тимирязевский</w:t>
      </w:r>
      <w:r>
        <w:rPr>
          <w:rFonts w:ascii="Times New Roman" w:hAnsi="Times New Roman" w:cs="Times New Roman"/>
          <w:sz w:val="28"/>
          <w:szCs w:val="28"/>
        </w:rPr>
        <w:tab/>
        <w:t>2016 – 2017 уч. год</w:t>
      </w:r>
      <w:r w:rsidRPr="00F559F6">
        <w:rPr>
          <w:rFonts w:ascii="Times New Roman" w:hAnsi="Times New Roman" w:cs="Times New Roman"/>
          <w:b/>
          <w:bCs/>
          <w:sz w:val="40"/>
          <w:szCs w:val="40"/>
        </w:rPr>
        <w:t xml:space="preserve">    2-3 класс</w:t>
      </w: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3360"/>
        <w:gridCol w:w="848"/>
        <w:gridCol w:w="1418"/>
        <w:gridCol w:w="1276"/>
        <w:gridCol w:w="992"/>
        <w:gridCol w:w="1417"/>
        <w:gridCol w:w="851"/>
        <w:gridCol w:w="850"/>
        <w:gridCol w:w="709"/>
        <w:gridCol w:w="992"/>
        <w:gridCol w:w="993"/>
      </w:tblGrid>
      <w:tr w:rsidR="00FD5510" w:rsidRPr="00CF7058">
        <w:trPr>
          <w:trHeight w:val="1455"/>
        </w:trPr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6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4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Подтягивание  на высокой переклад. (м)</w:t>
            </w:r>
          </w:p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Подним. туловища </w:t>
            </w: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 xml:space="preserve">лёжа на спине </w:t>
            </w: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 xml:space="preserve">30 сек.                  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Наклон вперед  </w:t>
            </w:r>
          </w:p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Сгибание рук в упоре лёжа(д)</w:t>
            </w:r>
          </w:p>
        </w:tc>
        <w:tc>
          <w:tcPr>
            <w:tcW w:w="2410" w:type="dxa"/>
            <w:gridSpan w:val="3"/>
          </w:tcPr>
          <w:p w:rsidR="00FD5510" w:rsidRPr="00CF7058" w:rsidRDefault="00FD5510" w:rsidP="00CF7058">
            <w:pPr>
              <w:spacing w:after="0" w:line="240" w:lineRule="auto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Прыжок в длину с места  </w:t>
            </w:r>
          </w:p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FD5510" w:rsidRPr="00CF7058">
        <w:tc>
          <w:tcPr>
            <w:tcW w:w="612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sz w:val="28"/>
                <w:szCs w:val="28"/>
              </w:rPr>
            </w:pPr>
            <w:r w:rsidRPr="00CF7058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Бабакова Полина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Бурыкина Виктория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Блинников Рафаэль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Гни</w:t>
            </w:r>
            <w:r>
              <w:rPr>
                <w:rFonts w:ascii="Times New Roman" w:hAnsi="Times New Roman" w:cs="Times New Roman"/>
              </w:rPr>
              <w:t>д</w:t>
            </w:r>
            <w:r w:rsidRPr="00CF7058">
              <w:rPr>
                <w:rFonts w:ascii="Times New Roman" w:hAnsi="Times New Roman" w:cs="Times New Roman"/>
              </w:rPr>
              <w:t>кин Владимир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Рощупкин Виктор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Малютина Дарья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Полякова Ангелина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Олимова Азиза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Боброва Марта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Деми</w:t>
            </w:r>
            <w:r>
              <w:rPr>
                <w:rFonts w:ascii="Times New Roman" w:hAnsi="Times New Roman" w:cs="Times New Roman"/>
              </w:rPr>
              <w:t>х</w:t>
            </w:r>
            <w:r w:rsidRPr="00CF7058">
              <w:rPr>
                <w:rFonts w:ascii="Times New Roman" w:hAnsi="Times New Roman" w:cs="Times New Roman"/>
              </w:rPr>
              <w:t>ов Илья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510" w:rsidRPr="00CF7058">
        <w:tc>
          <w:tcPr>
            <w:tcW w:w="61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0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60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Иванн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7058">
              <w:rPr>
                <w:rFonts w:ascii="Times New Roman" w:hAnsi="Times New Roman" w:cs="Times New Roman"/>
                <w:sz w:val="24"/>
                <w:szCs w:val="24"/>
              </w:rPr>
              <w:t>ков Дмитрий</w:t>
            </w:r>
          </w:p>
        </w:tc>
        <w:tc>
          <w:tcPr>
            <w:tcW w:w="848" w:type="dxa"/>
            <w:vAlign w:val="center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50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7058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993" w:type="dxa"/>
          </w:tcPr>
          <w:p w:rsidR="00FD5510" w:rsidRPr="00CF7058" w:rsidRDefault="00FD5510" w:rsidP="00CF70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D5510" w:rsidRPr="001D38E0" w:rsidRDefault="00FD5510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2739DF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FD5510" w:rsidRPr="001D38E0" w:rsidRDefault="00FD551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A861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FD5510" w:rsidRPr="001D38E0" w:rsidRDefault="00FD5510" w:rsidP="001D38E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sectPr w:rsidR="00FD5510" w:rsidRPr="001D38E0" w:rsidSect="00A861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77E67"/>
    <w:multiLevelType w:val="hybridMultilevel"/>
    <w:tmpl w:val="4EE8977C"/>
    <w:lvl w:ilvl="0" w:tplc="F4284A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8E0"/>
    <w:rsid w:val="0013687A"/>
    <w:rsid w:val="001B38E0"/>
    <w:rsid w:val="001D38E0"/>
    <w:rsid w:val="002739DF"/>
    <w:rsid w:val="003B2508"/>
    <w:rsid w:val="005541A4"/>
    <w:rsid w:val="0066337C"/>
    <w:rsid w:val="007470CF"/>
    <w:rsid w:val="007806C2"/>
    <w:rsid w:val="007B789E"/>
    <w:rsid w:val="008059E5"/>
    <w:rsid w:val="0090044E"/>
    <w:rsid w:val="00920429"/>
    <w:rsid w:val="009B207E"/>
    <w:rsid w:val="00A43173"/>
    <w:rsid w:val="00A861E0"/>
    <w:rsid w:val="00B8102C"/>
    <w:rsid w:val="00C04A43"/>
    <w:rsid w:val="00C222AE"/>
    <w:rsid w:val="00CF7058"/>
    <w:rsid w:val="00D15BFE"/>
    <w:rsid w:val="00D71C71"/>
    <w:rsid w:val="00E07521"/>
    <w:rsid w:val="00EA461A"/>
    <w:rsid w:val="00EC05CB"/>
    <w:rsid w:val="00F559F6"/>
    <w:rsid w:val="00F61C9B"/>
    <w:rsid w:val="00F66EAA"/>
    <w:rsid w:val="00F86EA1"/>
    <w:rsid w:val="00FB718E"/>
    <w:rsid w:val="00FD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EA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38E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DefaultParagraphFont"/>
    <w:uiPriority w:val="99"/>
    <w:rsid w:val="00EA461A"/>
  </w:style>
  <w:style w:type="paragraph" w:styleId="ListParagraph">
    <w:name w:val="List Paragraph"/>
    <w:basedOn w:val="Normal"/>
    <w:uiPriority w:val="99"/>
    <w:qFormat/>
    <w:rsid w:val="00EA461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146</Words>
  <Characters>836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SmartTouch</cp:lastModifiedBy>
  <cp:revision>7</cp:revision>
  <cp:lastPrinted>2017-02-10T18:37:00Z</cp:lastPrinted>
  <dcterms:created xsi:type="dcterms:W3CDTF">2017-02-21T17:34:00Z</dcterms:created>
  <dcterms:modified xsi:type="dcterms:W3CDTF">2017-03-17T08:13:00Z</dcterms:modified>
</cp:coreProperties>
</file>